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C4A64" w14:paraId="3FCDF019" w14:textId="77777777" w:rsidTr="00AA1123">
        <w:tc>
          <w:tcPr>
            <w:tcW w:w="2689" w:type="dxa"/>
          </w:tcPr>
          <w:p w14:paraId="363EF902" w14:textId="77777777" w:rsidR="002C4A64" w:rsidRPr="002C4A64" w:rsidRDefault="002C4A64" w:rsidP="002C4A64">
            <w:pPr>
              <w:pStyle w:val="SIText"/>
            </w:pPr>
            <w:bookmarkStart w:id="0" w:name="_Hlk51573542"/>
            <w:r w:rsidRPr="00ED2257">
              <w:t>Release 2</w:t>
            </w:r>
          </w:p>
        </w:tc>
        <w:tc>
          <w:tcPr>
            <w:tcW w:w="6939" w:type="dxa"/>
          </w:tcPr>
          <w:p w14:paraId="28E3A216" w14:textId="77777777" w:rsidR="002C4A64" w:rsidRPr="002C4A64" w:rsidRDefault="002C4A64" w:rsidP="002C4A64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2C4A64">
              <w:t>7.0.</w:t>
            </w:r>
          </w:p>
        </w:tc>
      </w:tr>
      <w:bookmarkEnd w:id="0"/>
      <w:tr w:rsidR="00F1480E" w14:paraId="49703D47" w14:textId="77777777" w:rsidTr="00146EEC">
        <w:tc>
          <w:tcPr>
            <w:tcW w:w="2689" w:type="dxa"/>
          </w:tcPr>
          <w:p w14:paraId="219CB830" w14:textId="2906D82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06A0331B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A4DD7F4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F36199">
              <w:t>20</w:t>
            </w:r>
            <w:r w:rsidR="00440E30">
              <w:t>5</w:t>
            </w:r>
          </w:p>
        </w:tc>
        <w:tc>
          <w:tcPr>
            <w:tcW w:w="3604" w:type="pct"/>
            <w:shd w:val="clear" w:color="auto" w:fill="auto"/>
          </w:tcPr>
          <w:p w14:paraId="68240ED7" w14:textId="12AE541B" w:rsidR="00F1480E" w:rsidRPr="000754EC" w:rsidRDefault="00440E30" w:rsidP="000754EC">
            <w:pPr>
              <w:pStyle w:val="SIUnittitle"/>
            </w:pPr>
            <w:r w:rsidRPr="00440E30">
              <w:t>Install tree protection devices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C306F7C" w14:textId="77777777" w:rsidR="00440E30" w:rsidRPr="00440E30" w:rsidRDefault="00440E30" w:rsidP="00440E30">
            <w:pPr>
              <w:pStyle w:val="SIText"/>
            </w:pPr>
            <w:r w:rsidRPr="00440E30">
              <w:t>This unit of competency describes the skills and knowledge required to protect trees during construction work by installing protective devices.</w:t>
            </w:r>
          </w:p>
          <w:p w14:paraId="6931E566" w14:textId="77777777" w:rsidR="00440E30" w:rsidRPr="00440E30" w:rsidRDefault="00440E30" w:rsidP="00440E30">
            <w:pPr>
              <w:pStyle w:val="SIText"/>
            </w:pPr>
          </w:p>
          <w:p w14:paraId="3A3A75E9" w14:textId="6D705F08" w:rsidR="00440E30" w:rsidRPr="00440E30" w:rsidRDefault="00440E30" w:rsidP="00440E30">
            <w:pPr>
              <w:pStyle w:val="SIText"/>
            </w:pPr>
            <w:r w:rsidRPr="00440E30">
              <w:t>Th</w:t>
            </w:r>
            <w:r w:rsidR="00504E95">
              <w:t>e</w:t>
            </w:r>
            <w:r w:rsidRPr="00440E30">
              <w:t xml:space="preserve"> unit applies to individuals who </w:t>
            </w:r>
            <w:r w:rsidR="00504E95">
              <w:t>install tree protection devices</w:t>
            </w:r>
            <w:r w:rsidR="00504E95" w:rsidRPr="00440E30">
              <w:t xml:space="preserve"> </w:t>
            </w:r>
            <w:r w:rsidRPr="00440E30">
              <w:t xml:space="preserve">under general supervision </w:t>
            </w:r>
            <w:r w:rsidR="00504E95">
              <w:t>with</w:t>
            </w:r>
            <w:r w:rsidRPr="00440E30">
              <w:t xml:space="preserve"> limited autonomy </w:t>
            </w:r>
            <w:r w:rsidR="00504E95">
              <w:t>or</w:t>
            </w:r>
            <w:r w:rsidRPr="00440E30">
              <w:t xml:space="preserve"> accountability.</w:t>
            </w:r>
          </w:p>
          <w:p w14:paraId="6FCA4F26" w14:textId="77777777" w:rsidR="00440E30" w:rsidRPr="00440E30" w:rsidRDefault="00440E30" w:rsidP="00440E30">
            <w:pPr>
              <w:pStyle w:val="SIText"/>
            </w:pPr>
          </w:p>
          <w:p w14:paraId="034C6C33" w14:textId="4C1B4518" w:rsidR="00373436" w:rsidRPr="000754EC" w:rsidRDefault="00440E30" w:rsidP="00440E30">
            <w:pPr>
              <w:pStyle w:val="SIText"/>
            </w:pPr>
            <w:r w:rsidRPr="00440E30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1D360901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40E30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728EC20A" w:rsidR="00440E30" w:rsidRPr="00440E30" w:rsidRDefault="00440E30" w:rsidP="00440E30">
            <w:pPr>
              <w:pStyle w:val="SIText"/>
            </w:pPr>
            <w:r w:rsidRPr="00440E30">
              <w:t>1. Prepare to install</w:t>
            </w:r>
          </w:p>
        </w:tc>
        <w:tc>
          <w:tcPr>
            <w:tcW w:w="3604" w:type="pct"/>
            <w:shd w:val="clear" w:color="auto" w:fill="auto"/>
          </w:tcPr>
          <w:p w14:paraId="296DB194" w14:textId="419DDCE3" w:rsidR="00440E30" w:rsidRPr="00440E30" w:rsidRDefault="00440E30" w:rsidP="00440E30">
            <w:r w:rsidRPr="00440E30">
              <w:t xml:space="preserve">1.1 Read work instructions relating to </w:t>
            </w:r>
            <w:r w:rsidR="00504E95">
              <w:t>installation of tree protection devices</w:t>
            </w:r>
            <w:r w:rsidRPr="00440E30">
              <w:t xml:space="preserve"> and confirm with supervisor</w:t>
            </w:r>
          </w:p>
          <w:p w14:paraId="704254FA" w14:textId="2234DDBF" w:rsidR="00440E30" w:rsidRPr="00440E30" w:rsidRDefault="00440E30" w:rsidP="00440E30">
            <w:r w:rsidRPr="00440E30">
              <w:t xml:space="preserve">1.2 Prepare </w:t>
            </w:r>
            <w:r w:rsidR="00504E95">
              <w:t xml:space="preserve">and use </w:t>
            </w:r>
            <w:r w:rsidRPr="00440E30">
              <w:t>tools and equipment according to the supervisor instructions</w:t>
            </w:r>
          </w:p>
          <w:p w14:paraId="3BC2EF56" w14:textId="6320C6C5" w:rsidR="00440E30" w:rsidRPr="00440E30" w:rsidRDefault="00440E30" w:rsidP="00440E30">
            <w:r w:rsidRPr="00440E30">
              <w:t>1.3 Identify manual handling and work</w:t>
            </w:r>
            <w:r w:rsidR="008508BF">
              <w:t>place</w:t>
            </w:r>
            <w:r w:rsidRPr="00440E30">
              <w:t xml:space="preserve"> health and safety hazards</w:t>
            </w:r>
            <w:r w:rsidR="008508BF">
              <w:t>, assessed risks and report to supervisor</w:t>
            </w:r>
          </w:p>
          <w:p w14:paraId="40647B1A" w14:textId="7B766FF2" w:rsidR="00440E30" w:rsidRPr="00440E30" w:rsidRDefault="00440E30" w:rsidP="00440E30">
            <w:r w:rsidRPr="00440E30">
              <w:t xml:space="preserve">1.4 Select, </w:t>
            </w:r>
            <w:r w:rsidR="008508BF">
              <w:t xml:space="preserve">fit, </w:t>
            </w:r>
            <w:proofErr w:type="gramStart"/>
            <w:r w:rsidRPr="00440E30">
              <w:t>use</w:t>
            </w:r>
            <w:proofErr w:type="gramEnd"/>
            <w:r w:rsidRPr="00440E30">
              <w:t xml:space="preserve"> and maintain personal protective equipment (PPE) </w:t>
            </w:r>
            <w:r w:rsidR="008508BF">
              <w:t>applicable to the task</w:t>
            </w:r>
          </w:p>
          <w:p w14:paraId="69D36B82" w14:textId="77777777" w:rsidR="00440E30" w:rsidRPr="00440E30" w:rsidRDefault="00440E30" w:rsidP="00440E30">
            <w:r w:rsidRPr="00440E30">
              <w:t>1.5 Identify trees to be protected, and method of protection to be used</w:t>
            </w:r>
          </w:p>
          <w:p w14:paraId="1696B99B" w14:textId="7A41CB33" w:rsidR="00440E30" w:rsidRPr="00440E30" w:rsidRDefault="00440E30" w:rsidP="00440E30">
            <w:r w:rsidRPr="00440E30">
              <w:t>1.6 Collect protection devices or materials to assemble devices and check requirements a</w:t>
            </w:r>
            <w:r w:rsidR="008508BF">
              <w:t>ccording to</w:t>
            </w:r>
            <w:r w:rsidRPr="00440E30">
              <w:t xml:space="preserve"> tree protection plan</w:t>
            </w:r>
          </w:p>
        </w:tc>
      </w:tr>
      <w:tr w:rsidR="00440E30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6D9AD385" w:rsidR="00440E30" w:rsidRPr="00440E30" w:rsidRDefault="00440E30" w:rsidP="00440E30">
            <w:pPr>
              <w:pStyle w:val="SIText"/>
            </w:pPr>
            <w:r w:rsidRPr="00440E30">
              <w:t>2. Install protection devices</w:t>
            </w:r>
          </w:p>
        </w:tc>
        <w:tc>
          <w:tcPr>
            <w:tcW w:w="3604" w:type="pct"/>
            <w:shd w:val="clear" w:color="auto" w:fill="auto"/>
          </w:tcPr>
          <w:p w14:paraId="22ECFF33" w14:textId="77777777" w:rsidR="00440E30" w:rsidRPr="00440E30" w:rsidRDefault="00440E30" w:rsidP="00440E30">
            <w:r w:rsidRPr="00440E30">
              <w:t>2.1 Assemble and install tree protection devices</w:t>
            </w:r>
          </w:p>
          <w:p w14:paraId="6BB72E57" w14:textId="491D4BFA" w:rsidR="00440E30" w:rsidRPr="00440E30" w:rsidRDefault="00440E30" w:rsidP="00440E30">
            <w:pPr>
              <w:pStyle w:val="SIText"/>
            </w:pPr>
            <w:r w:rsidRPr="00440E30">
              <w:t>2.2 Carry out work in a manner that minimises risk of damage to trees and environment</w:t>
            </w:r>
          </w:p>
        </w:tc>
      </w:tr>
      <w:tr w:rsidR="00440E30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109D224C" w:rsidR="00440E30" w:rsidRPr="00440E30" w:rsidRDefault="00440E30" w:rsidP="00440E30">
            <w:pPr>
              <w:pStyle w:val="SIText"/>
            </w:pPr>
            <w:r w:rsidRPr="00440E30">
              <w:t>3. Complete installation activities</w:t>
            </w:r>
          </w:p>
        </w:tc>
        <w:tc>
          <w:tcPr>
            <w:tcW w:w="3604" w:type="pct"/>
            <w:shd w:val="clear" w:color="auto" w:fill="auto"/>
          </w:tcPr>
          <w:p w14:paraId="7509E440" w14:textId="77777777" w:rsidR="00440E30" w:rsidRPr="00440E30" w:rsidRDefault="00440E30" w:rsidP="00440E30">
            <w:r w:rsidRPr="00440E30">
              <w:t>3.1 Check protection devices for their effectiveness</w:t>
            </w:r>
          </w:p>
          <w:p w14:paraId="17866EC0" w14:textId="77777777" w:rsidR="00440E30" w:rsidRPr="00440E30" w:rsidRDefault="00440E30" w:rsidP="00440E30">
            <w:r w:rsidRPr="00440E30">
              <w:t>3.2 Report damaged and ineffective devices to the supervisor</w:t>
            </w:r>
          </w:p>
          <w:p w14:paraId="1B538D33" w14:textId="77777777" w:rsidR="00440E30" w:rsidRPr="00440E30" w:rsidRDefault="00440E30" w:rsidP="00440E30">
            <w:r w:rsidRPr="00440E30">
              <w:t>3.3 Maintain a clean and safe area throughout and on completion of work</w:t>
            </w:r>
          </w:p>
          <w:p w14:paraId="16479930" w14:textId="22A8A362" w:rsidR="00107841" w:rsidRDefault="00440E30" w:rsidP="00440E30">
            <w:pPr>
              <w:pStyle w:val="SIText"/>
            </w:pPr>
            <w:r w:rsidRPr="00440E30">
              <w:t xml:space="preserve">3.4 </w:t>
            </w:r>
            <w:r w:rsidR="00AC6637">
              <w:t>Clean, maintain and store tools and equipment</w:t>
            </w:r>
          </w:p>
          <w:p w14:paraId="7C104250" w14:textId="52C0E7E0" w:rsidR="00440E30" w:rsidRPr="00440E30" w:rsidRDefault="00AC6637" w:rsidP="00440E30">
            <w:pPr>
              <w:pStyle w:val="SIText"/>
            </w:pPr>
            <w:r>
              <w:t xml:space="preserve">3.5 </w:t>
            </w:r>
            <w:r w:rsidR="00440E30" w:rsidRPr="00440E30">
              <w:t>Re</w:t>
            </w:r>
            <w:r w:rsidR="008508BF">
              <w:t>port</w:t>
            </w:r>
            <w:r w:rsidR="00440E30" w:rsidRPr="00440E30">
              <w:t xml:space="preserve"> work outcomes and </w:t>
            </w:r>
            <w:r w:rsidR="008508BF">
              <w:t xml:space="preserve">malfunctions, faults, </w:t>
            </w:r>
            <w:proofErr w:type="gramStart"/>
            <w:r w:rsidR="008508BF">
              <w:t>wear</w:t>
            </w:r>
            <w:proofErr w:type="gramEnd"/>
            <w:r w:rsidR="008508BF">
              <w:t xml:space="preserve"> or damage of tools</w:t>
            </w:r>
            <w:r w:rsidR="00440E30" w:rsidRPr="00440E30">
              <w:t xml:space="preserve"> to supervisor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508BF" w:rsidRPr="00336FCA" w:rsidDel="00423CB2" w14:paraId="1CF24FD6" w14:textId="77777777" w:rsidTr="00CA2922">
        <w:tc>
          <w:tcPr>
            <w:tcW w:w="1396" w:type="pct"/>
          </w:tcPr>
          <w:p w14:paraId="6D88B952" w14:textId="67D7C7DC" w:rsidR="008508BF" w:rsidRPr="008508BF" w:rsidRDefault="008508BF" w:rsidP="008508B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508BF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5C1B2E11" w14:textId="29C132CD" w:rsidR="008508BF" w:rsidRPr="00594EDD" w:rsidRDefault="008508BF" w:rsidP="00F461A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508BF">
              <w:rPr>
                <w:rStyle w:val="SITemporaryText-red"/>
                <w:color w:val="auto"/>
                <w:sz w:val="20"/>
              </w:rPr>
              <w:t xml:space="preserve">Use clear language </w:t>
            </w:r>
            <w:r w:rsidR="00F461A5" w:rsidRPr="00F461A5">
              <w:rPr>
                <w:rStyle w:val="SITemporaryText-red"/>
                <w:rFonts w:eastAsia="Calibri"/>
                <w:color w:val="auto"/>
                <w:sz w:val="20"/>
              </w:rPr>
              <w:t xml:space="preserve">and standard industry terminology </w:t>
            </w:r>
            <w:r w:rsidRPr="00F461A5">
              <w:rPr>
                <w:rStyle w:val="SITemporaryText-red"/>
                <w:color w:val="auto"/>
                <w:sz w:val="20"/>
              </w:rPr>
              <w:t>to report malfunctions, faults wear or damage to tools</w:t>
            </w:r>
          </w:p>
          <w:p w14:paraId="1B7CC730" w14:textId="19C338A4" w:rsidR="008508BF" w:rsidRPr="008508BF" w:rsidRDefault="008508BF" w:rsidP="008508B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508BF">
              <w:rPr>
                <w:rStyle w:val="SITemporaryText-red"/>
                <w:color w:val="auto"/>
                <w:sz w:val="20"/>
              </w:rPr>
              <w:t>Participate in verbal exchanges to respond to questions and clarify information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508BF" w:rsidRPr="008508BF" w14:paraId="7449DA1D" w14:textId="77777777" w:rsidTr="00F33FF2">
        <w:tc>
          <w:tcPr>
            <w:tcW w:w="1028" w:type="pct"/>
          </w:tcPr>
          <w:p w14:paraId="3C046AC5" w14:textId="77777777" w:rsidR="008508BF" w:rsidRPr="008508BF" w:rsidRDefault="008508BF" w:rsidP="008508B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508BF">
              <w:rPr>
                <w:rStyle w:val="SITemporaryText-red"/>
                <w:color w:val="auto"/>
                <w:sz w:val="20"/>
              </w:rPr>
              <w:t>AHCLSC205 Install tree protection devices</w:t>
            </w:r>
          </w:p>
          <w:p w14:paraId="09E49E25" w14:textId="1EF9D155" w:rsidR="008508BF" w:rsidRPr="008508BF" w:rsidRDefault="008508BF" w:rsidP="008508B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508BF">
              <w:rPr>
                <w:rStyle w:val="SITemporaryText-red"/>
                <w:color w:val="auto"/>
                <w:sz w:val="20"/>
              </w:rPr>
              <w:t>Release 2</w:t>
            </w:r>
          </w:p>
        </w:tc>
        <w:tc>
          <w:tcPr>
            <w:tcW w:w="1105" w:type="pct"/>
          </w:tcPr>
          <w:p w14:paraId="1FFF107D" w14:textId="77777777" w:rsidR="008508BF" w:rsidRPr="008508BF" w:rsidRDefault="008508BF" w:rsidP="008508B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508BF">
              <w:rPr>
                <w:rStyle w:val="SITemporaryText-red"/>
                <w:color w:val="auto"/>
                <w:sz w:val="20"/>
              </w:rPr>
              <w:t>AHCLSC205 Install tree protection devices</w:t>
            </w:r>
          </w:p>
          <w:p w14:paraId="2293AA64" w14:textId="28B9E12C" w:rsidR="008508BF" w:rsidRPr="008508BF" w:rsidRDefault="008508BF" w:rsidP="00F1469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508BF">
              <w:rPr>
                <w:rStyle w:val="SITemporaryText-red"/>
                <w:color w:val="auto"/>
                <w:sz w:val="20"/>
              </w:rPr>
              <w:t>Release 1</w:t>
            </w:r>
          </w:p>
        </w:tc>
        <w:tc>
          <w:tcPr>
            <w:tcW w:w="1251" w:type="pct"/>
          </w:tcPr>
          <w:p w14:paraId="213A4D65" w14:textId="77777777" w:rsidR="008508BF" w:rsidRPr="008508BF" w:rsidRDefault="008508B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508BF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54B7CECB" w14:textId="77777777" w:rsidR="008508BF" w:rsidRPr="008508BF" w:rsidRDefault="008508B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508BF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2A8516F1" w14:textId="77777777" w:rsidR="008508BF" w:rsidRPr="008508BF" w:rsidRDefault="008508B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508BF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7D3C4B75" w14:textId="4ECDE32F" w:rsidR="008508BF" w:rsidRPr="008508BF" w:rsidRDefault="008508B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508BF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630AC2B" w14:textId="4B914E6D" w:rsidR="008508BF" w:rsidRPr="008508BF" w:rsidRDefault="008508B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508BF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411A3FBB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F330AC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40E30" w:rsidRPr="00440E30">
              <w:t>AHCLSC205 Install tree protection devices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504E95">
        <w:trPr>
          <w:trHeight w:val="2300"/>
        </w:trPr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504E95" w:rsidRDefault="00DA54B5" w:rsidP="00504E9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04E95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504E95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504E95">
              <w:rPr>
                <w:rStyle w:val="SITemporaryText-red"/>
                <w:color w:val="auto"/>
                <w:sz w:val="20"/>
              </w:rPr>
              <w:t xml:space="preserve"> the elements and performance criteria in this unit. </w:t>
            </w:r>
          </w:p>
          <w:p w14:paraId="40B110DE" w14:textId="2EC86829" w:rsidR="00DA54B5" w:rsidRPr="008508BF" w:rsidRDefault="00DA54B5" w:rsidP="008508B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04E95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8508BF">
              <w:rPr>
                <w:rStyle w:val="SITemporaryText-red"/>
              </w:rPr>
              <w:t xml:space="preserve"> </w:t>
            </w:r>
            <w:r w:rsidR="008508BF" w:rsidRPr="008508BF">
              <w:rPr>
                <w:rStyle w:val="SITemporaryText-red"/>
                <w:color w:val="auto"/>
                <w:sz w:val="20"/>
              </w:rPr>
              <w:t>installed tree protection devices on at least two occasions and has</w:t>
            </w:r>
            <w:r w:rsidRPr="008508BF">
              <w:rPr>
                <w:rStyle w:val="SITemporaryText-red"/>
                <w:color w:val="auto"/>
                <w:sz w:val="20"/>
              </w:rPr>
              <w:t>:</w:t>
            </w:r>
          </w:p>
          <w:p w14:paraId="57CB3F08" w14:textId="075B74B6" w:rsidR="00440E30" w:rsidRPr="00440E30" w:rsidRDefault="00440E30" w:rsidP="00440E30">
            <w:pPr>
              <w:pStyle w:val="SIBulletList1"/>
            </w:pPr>
            <w:r w:rsidRPr="00440E30">
              <w:t>read and interpret</w:t>
            </w:r>
            <w:r w:rsidR="008508BF">
              <w:t>ed</w:t>
            </w:r>
            <w:r w:rsidRPr="00440E30">
              <w:t xml:space="preserve"> site and tree protection plans</w:t>
            </w:r>
          </w:p>
          <w:p w14:paraId="2CCEE069" w14:textId="77777777" w:rsidR="00F14695" w:rsidRPr="00F14695" w:rsidRDefault="00F14695" w:rsidP="00F1469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14695">
              <w:rPr>
                <w:rStyle w:val="SITemporaryText-red"/>
                <w:color w:val="auto"/>
                <w:sz w:val="20"/>
              </w:rPr>
              <w:t>identified and reported workplace health and safety hazards</w:t>
            </w:r>
          </w:p>
          <w:p w14:paraId="1783F6D0" w14:textId="77777777" w:rsidR="00F14695" w:rsidRPr="00F14695" w:rsidRDefault="00F14695" w:rsidP="00F1469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14695">
              <w:rPr>
                <w:rStyle w:val="SITemporaryText-red"/>
                <w:color w:val="auto"/>
                <w:sz w:val="20"/>
              </w:rPr>
              <w:t>applied workplace health and safety requirements</w:t>
            </w:r>
          </w:p>
          <w:p w14:paraId="389AB80D" w14:textId="77777777" w:rsidR="008508BF" w:rsidRDefault="00440E30" w:rsidP="00440E30">
            <w:pPr>
              <w:pStyle w:val="SIBulletList1"/>
            </w:pPr>
            <w:r w:rsidRPr="00440E30">
              <w:t>select</w:t>
            </w:r>
            <w:r w:rsidR="008508BF">
              <w:t>ed</w:t>
            </w:r>
            <w:r w:rsidRPr="00440E30">
              <w:t xml:space="preserve"> and operate</w:t>
            </w:r>
            <w:r w:rsidR="008508BF">
              <w:t>d</w:t>
            </w:r>
            <w:r w:rsidRPr="00440E30">
              <w:t xml:space="preserve"> tools and equipment for</w:t>
            </w:r>
            <w:r w:rsidR="008508BF">
              <w:t>:</w:t>
            </w:r>
          </w:p>
          <w:p w14:paraId="2C91F196" w14:textId="77777777" w:rsidR="008508BF" w:rsidRDefault="00440E30" w:rsidP="008508BF">
            <w:pPr>
              <w:pStyle w:val="SIBulletList2"/>
            </w:pPr>
            <w:r w:rsidRPr="00440E30">
              <w:t>protecting trees</w:t>
            </w:r>
          </w:p>
          <w:p w14:paraId="706B1078" w14:textId="1B44941F" w:rsidR="008508BF" w:rsidRDefault="00440E30" w:rsidP="008508BF">
            <w:pPr>
              <w:pStyle w:val="SIBulletList2"/>
            </w:pPr>
            <w:r w:rsidRPr="00440E30">
              <w:t>constructing and assembling tree protection devices</w:t>
            </w:r>
          </w:p>
          <w:p w14:paraId="2B3DF870" w14:textId="13F9C79A" w:rsidR="00440E30" w:rsidRPr="00440E30" w:rsidRDefault="00440E30" w:rsidP="008508BF">
            <w:pPr>
              <w:pStyle w:val="SIBulletList2"/>
            </w:pPr>
            <w:r w:rsidRPr="00440E30">
              <w:t>traffic control</w:t>
            </w:r>
          </w:p>
          <w:p w14:paraId="0370B510" w14:textId="5663CE45" w:rsidR="00440E30" w:rsidRPr="00440E30" w:rsidRDefault="00440E30" w:rsidP="00440E30">
            <w:pPr>
              <w:pStyle w:val="SIBulletList1"/>
            </w:pPr>
            <w:r w:rsidRPr="00440E30">
              <w:t>measure</w:t>
            </w:r>
            <w:r w:rsidR="008508BF">
              <w:t>d</w:t>
            </w:r>
            <w:r w:rsidRPr="00440E30">
              <w:t xml:space="preserve"> materials used in constructing and assembling tree protection devices</w:t>
            </w:r>
          </w:p>
          <w:p w14:paraId="15DEC829" w14:textId="30F32A87" w:rsidR="00440E30" w:rsidRPr="00440E30" w:rsidRDefault="00440E30" w:rsidP="00440E30">
            <w:pPr>
              <w:pStyle w:val="SIBulletList1"/>
            </w:pPr>
            <w:r w:rsidRPr="00440E30">
              <w:t>assemble</w:t>
            </w:r>
            <w:r w:rsidR="008508BF">
              <w:t>d</w:t>
            </w:r>
            <w:r w:rsidRPr="00440E30">
              <w:t xml:space="preserve"> and buil</w:t>
            </w:r>
            <w:r w:rsidR="008508BF">
              <w:t>t</w:t>
            </w:r>
            <w:r w:rsidRPr="00440E30">
              <w:t xml:space="preserve"> protection devices</w:t>
            </w:r>
          </w:p>
          <w:p w14:paraId="491791B5" w14:textId="77777777" w:rsidR="00AC6637" w:rsidRDefault="00440E30" w:rsidP="00504E95">
            <w:pPr>
              <w:pStyle w:val="SIBulletList1"/>
            </w:pPr>
            <w:r w:rsidRPr="00440E30">
              <w:t>clean</w:t>
            </w:r>
            <w:r w:rsidR="008508BF">
              <w:t>ed</w:t>
            </w:r>
            <w:r w:rsidRPr="00440E30">
              <w:t xml:space="preserve"> up materials and maintain</w:t>
            </w:r>
            <w:r w:rsidR="008508BF">
              <w:t>ed</w:t>
            </w:r>
            <w:r w:rsidRPr="00440E30">
              <w:t xml:space="preserve"> worksite</w:t>
            </w:r>
          </w:p>
          <w:p w14:paraId="3F4E2EAA" w14:textId="7C676968" w:rsidR="00556C4C" w:rsidRPr="000754EC" w:rsidRDefault="00AC6637" w:rsidP="00504E95">
            <w:pPr>
              <w:pStyle w:val="SIBulletList1"/>
            </w:pPr>
            <w:r>
              <w:t xml:space="preserve">reported tree </w:t>
            </w:r>
            <w:r w:rsidR="00292BE4">
              <w:t>protection device installation</w:t>
            </w:r>
            <w:r w:rsidRPr="00AC6637">
              <w:t xml:space="preserve"> operations and unserviceable tools and equipment</w:t>
            </w:r>
            <w:r w:rsidR="008508BF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504E95" w:rsidRDefault="00DA54B5" w:rsidP="00504E9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04E95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650137A" w14:textId="28D5B5F0" w:rsidR="00F14695" w:rsidRPr="00F14695" w:rsidRDefault="00F14695" w:rsidP="00F14695">
            <w:pPr>
              <w:pStyle w:val="SIBulletList1"/>
            </w:pPr>
            <w:r>
              <w:t>workplace requirements applicable to health and safety in the workplace for installing tree protection devices including appropriate use of personal protective equipment (PPE)</w:t>
            </w:r>
          </w:p>
          <w:p w14:paraId="27BAB08D" w14:textId="7BB33888" w:rsidR="00440E30" w:rsidRPr="00440E30" w:rsidRDefault="00440E30" w:rsidP="00440E30">
            <w:pPr>
              <w:pStyle w:val="SIBulletList1"/>
            </w:pPr>
            <w:r w:rsidRPr="00440E30">
              <w:t>principles and practices of installing tree protection devices</w:t>
            </w:r>
            <w:r w:rsidR="00F14695">
              <w:t>, including:</w:t>
            </w:r>
          </w:p>
          <w:p w14:paraId="4013CD2A" w14:textId="01A6F34B" w:rsidR="00440E30" w:rsidRPr="00440E30" w:rsidRDefault="00440E30" w:rsidP="00F14695">
            <w:pPr>
              <w:pStyle w:val="SIBulletList2"/>
            </w:pPr>
            <w:r w:rsidRPr="00440E30">
              <w:t xml:space="preserve">how to care </w:t>
            </w:r>
            <w:r w:rsidR="00F14695">
              <w:t xml:space="preserve">for </w:t>
            </w:r>
            <w:r w:rsidRPr="00440E30">
              <w:t>and maintain trees during protection operations</w:t>
            </w:r>
          </w:p>
          <w:p w14:paraId="52B2AA16" w14:textId="258CC227" w:rsidR="00440E30" w:rsidRPr="00440E30" w:rsidRDefault="00440E30" w:rsidP="00F14695">
            <w:pPr>
              <w:pStyle w:val="SIBulletList2"/>
            </w:pPr>
            <w:r w:rsidRPr="00440E30">
              <w:t>techniques for assembling or constructing tree protection devices</w:t>
            </w:r>
          </w:p>
          <w:p w14:paraId="2B33E210" w14:textId="240118AD" w:rsidR="00440E30" w:rsidRPr="00440E30" w:rsidRDefault="00440E30" w:rsidP="00F14695">
            <w:pPr>
              <w:pStyle w:val="SIBulletList2"/>
            </w:pPr>
            <w:r w:rsidRPr="00440E30">
              <w:t>the application of tree protection devices suitable to the requirements of the tree species</w:t>
            </w:r>
          </w:p>
          <w:p w14:paraId="00745203" w14:textId="77777777" w:rsidR="00440E30" w:rsidRPr="00440E30" w:rsidRDefault="00440E30" w:rsidP="00F14695">
            <w:pPr>
              <w:pStyle w:val="SIBulletList2"/>
            </w:pPr>
            <w:r w:rsidRPr="00440E30">
              <w:t>the damage that can occur to trees during construction work</w:t>
            </w:r>
          </w:p>
          <w:p w14:paraId="594042BC" w14:textId="34C4DCA7" w:rsidR="00F1480E" w:rsidRPr="000754EC" w:rsidRDefault="00440E30" w:rsidP="00F14695">
            <w:pPr>
              <w:pStyle w:val="SIBulletList2"/>
            </w:pPr>
            <w:r w:rsidRPr="00440E30">
              <w:t>techniques relating to the choice of tools and equipment for installing tree protection devices</w:t>
            </w:r>
            <w:r w:rsidR="00F14695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0664DFF" w:rsidR="00DA54B5" w:rsidRPr="00504E95" w:rsidRDefault="00DA54B5" w:rsidP="00504E9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04E95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386B05FF" w14:textId="3C192D0E" w:rsidR="00DA54B5" w:rsidRPr="00F14695" w:rsidRDefault="00DA54B5" w:rsidP="00F14695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04E95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2CE25717" w14:textId="595E172B" w:rsidR="00F14695" w:rsidRPr="00F14695" w:rsidRDefault="00F14695" w:rsidP="00F1469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14695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2DE29B56" w:rsidR="00DA54B5" w:rsidRPr="00504E95" w:rsidRDefault="00DA54B5" w:rsidP="00504E9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04E95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504E95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504E95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05CDD9F2" w14:textId="381DEEB9" w:rsidR="00F14695" w:rsidRPr="00F14695" w:rsidRDefault="00F14695" w:rsidP="00F1469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14695">
              <w:rPr>
                <w:rStyle w:val="SITemporaryText-red"/>
                <w:rFonts w:eastAsia="Calibri"/>
                <w:color w:val="auto"/>
                <w:sz w:val="20"/>
              </w:rPr>
              <w:t xml:space="preserve">work instructions applicable to installing </w:t>
            </w:r>
            <w:r w:rsidRPr="00F14695">
              <w:t>tree protection devices</w:t>
            </w:r>
          </w:p>
          <w:p w14:paraId="452EC978" w14:textId="65424495" w:rsidR="00F14695" w:rsidRPr="00F14695" w:rsidRDefault="00F14695" w:rsidP="00F1469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14695">
              <w:rPr>
                <w:rStyle w:val="SITemporaryText-red"/>
                <w:rFonts w:eastAsia="Calibri"/>
                <w:color w:val="auto"/>
                <w:sz w:val="20"/>
              </w:rPr>
              <w:t xml:space="preserve">materials, </w:t>
            </w:r>
            <w:proofErr w:type="gramStart"/>
            <w:r w:rsidRPr="00F14695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proofErr w:type="gramEnd"/>
            <w:r w:rsidRPr="00F14695">
              <w:rPr>
                <w:rStyle w:val="SITemporaryText-red"/>
                <w:rFonts w:eastAsia="Calibri"/>
                <w:color w:val="auto"/>
                <w:sz w:val="20"/>
              </w:rPr>
              <w:t xml:space="preserve"> and equipment applicable to installing </w:t>
            </w:r>
            <w:r w:rsidRPr="00F14695">
              <w:t>tree protection devices</w:t>
            </w:r>
          </w:p>
          <w:p w14:paraId="4AB282A7" w14:textId="300D844E" w:rsidR="00DA54B5" w:rsidRPr="00F14695" w:rsidRDefault="00F14695" w:rsidP="00F1469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14695">
              <w:rPr>
                <w:rStyle w:val="SITemporaryText-red"/>
                <w:rFonts w:eastAsia="Calibri"/>
                <w:color w:val="auto"/>
                <w:sz w:val="20"/>
              </w:rPr>
              <w:t xml:space="preserve">PPE applicable to </w:t>
            </w:r>
            <w:r w:rsidRPr="00F14695">
              <w:t xml:space="preserve">tree protection device </w:t>
            </w:r>
            <w:r w:rsidRPr="00F14695">
              <w:rPr>
                <w:rStyle w:val="SITemporaryText-red"/>
                <w:rFonts w:eastAsia="Calibri"/>
                <w:color w:val="auto"/>
                <w:sz w:val="20"/>
              </w:rPr>
              <w:t>installation work</w:t>
            </w:r>
          </w:p>
          <w:p w14:paraId="3D4B0BD2" w14:textId="6729116D" w:rsidR="00DA54B5" w:rsidRPr="00504E95" w:rsidRDefault="00DA54B5" w:rsidP="00504E95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04E95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1767E0FC" w14:textId="43CD4C98" w:rsidR="00F14695" w:rsidRPr="00F14695" w:rsidRDefault="00F14695" w:rsidP="00F1469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14695">
              <w:rPr>
                <w:rStyle w:val="SITemporaryText-red"/>
                <w:rFonts w:eastAsia="Calibri"/>
                <w:color w:val="auto"/>
                <w:sz w:val="20"/>
              </w:rPr>
              <w:t xml:space="preserve">workplace requirements applicable to health and safety in the workplace and installing </w:t>
            </w:r>
            <w:r w:rsidRPr="00F14695">
              <w:t>tree protection devices</w:t>
            </w:r>
          </w:p>
          <w:p w14:paraId="757EAAB5" w14:textId="0DBA24D4" w:rsidR="00F14695" w:rsidRPr="00F14695" w:rsidRDefault="00F14695" w:rsidP="00F1469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14695">
              <w:rPr>
                <w:rStyle w:val="SITemporaryText-red"/>
                <w:rFonts w:eastAsia="Calibri"/>
                <w:color w:val="auto"/>
                <w:sz w:val="20"/>
              </w:rPr>
              <w:t>site plan and tree protection plan</w:t>
            </w:r>
          </w:p>
          <w:p w14:paraId="0DCA1D1B" w14:textId="154AB0EF" w:rsidR="00DA54B5" w:rsidRPr="00504E95" w:rsidRDefault="00DA54B5" w:rsidP="00504E9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04E95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36747572" w:rsidR="00DA54B5" w:rsidRPr="00F14695" w:rsidRDefault="00F14695" w:rsidP="00F14695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F14695">
              <w:rPr>
                <w:rStyle w:val="SITemporaryText-red"/>
                <w:color w:val="auto"/>
                <w:sz w:val="20"/>
              </w:rPr>
              <w:t>supervisor</w:t>
            </w:r>
          </w:p>
          <w:p w14:paraId="08F72541" w14:textId="06890092" w:rsidR="00DA54B5" w:rsidRPr="00504E95" w:rsidRDefault="00DA54B5" w:rsidP="00504E9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04E95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76784C6E" w:rsidR="00DA54B5" w:rsidRPr="00F14695" w:rsidRDefault="00F14695" w:rsidP="00F14695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F14695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F14695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504E95" w:rsidRDefault="00DA54B5" w:rsidP="00504E9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15806673" w:rsidR="00DA54B5" w:rsidRPr="00504E95" w:rsidRDefault="00DA54B5" w:rsidP="00504E95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04E95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07396EC1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AE60E7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007037" w14:textId="77777777" w:rsidR="00C1705A" w:rsidRDefault="00C1705A" w:rsidP="00BF3F0A">
      <w:r>
        <w:separator/>
      </w:r>
    </w:p>
    <w:p w14:paraId="19DDC2E0" w14:textId="77777777" w:rsidR="00C1705A" w:rsidRDefault="00C1705A"/>
  </w:endnote>
  <w:endnote w:type="continuationSeparator" w:id="0">
    <w:p w14:paraId="23032DFA" w14:textId="77777777" w:rsidR="00C1705A" w:rsidRDefault="00C1705A" w:rsidP="00BF3F0A">
      <w:r>
        <w:continuationSeparator/>
      </w:r>
    </w:p>
    <w:p w14:paraId="4C078565" w14:textId="77777777" w:rsidR="00C1705A" w:rsidRDefault="00C170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69AFAE9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AFC217" w14:textId="77777777" w:rsidR="00C1705A" w:rsidRDefault="00C1705A" w:rsidP="00BF3F0A">
      <w:r>
        <w:separator/>
      </w:r>
    </w:p>
    <w:p w14:paraId="65B5A706" w14:textId="77777777" w:rsidR="00C1705A" w:rsidRDefault="00C1705A"/>
  </w:footnote>
  <w:footnote w:type="continuationSeparator" w:id="0">
    <w:p w14:paraId="0BC2019F" w14:textId="77777777" w:rsidR="00C1705A" w:rsidRDefault="00C1705A" w:rsidP="00BF3F0A">
      <w:r>
        <w:continuationSeparator/>
      </w:r>
    </w:p>
    <w:p w14:paraId="2CC4D63A" w14:textId="77777777" w:rsidR="00C1705A" w:rsidRDefault="00C170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747286AE" w:rsidR="009C2650" w:rsidRPr="00440E30" w:rsidRDefault="00440E30" w:rsidP="00440E30">
    <w:r w:rsidRPr="00440E30">
      <w:rPr>
        <w:lang w:eastAsia="en-US"/>
      </w:rPr>
      <w:t>AHCLSC205 Install tree protection devices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19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18"/>
  </w:num>
  <w:num w:numId="10">
    <w:abstractNumId w:val="12"/>
  </w:num>
  <w:num w:numId="11">
    <w:abstractNumId w:val="17"/>
  </w:num>
  <w:num w:numId="12">
    <w:abstractNumId w:val="14"/>
  </w:num>
  <w:num w:numId="13">
    <w:abstractNumId w:val="20"/>
  </w:num>
  <w:num w:numId="14">
    <w:abstractNumId w:val="6"/>
  </w:num>
  <w:num w:numId="15">
    <w:abstractNumId w:val="7"/>
  </w:num>
  <w:num w:numId="16">
    <w:abstractNumId w:val="21"/>
  </w:num>
  <w:num w:numId="17">
    <w:abstractNumId w:val="13"/>
  </w:num>
  <w:num w:numId="18">
    <w:abstractNumId w:val="5"/>
  </w:num>
  <w:num w:numId="19">
    <w:abstractNumId w:val="9"/>
  </w:num>
  <w:num w:numId="20">
    <w:abstractNumId w:val="2"/>
  </w:num>
  <w:num w:numId="21">
    <w:abstractNumId w:val="1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41"/>
    <w:rsid w:val="001078BF"/>
    <w:rsid w:val="00133957"/>
    <w:rsid w:val="001372F6"/>
    <w:rsid w:val="00144385"/>
    <w:rsid w:val="00146EEC"/>
    <w:rsid w:val="00151D55"/>
    <w:rsid w:val="00151D93"/>
    <w:rsid w:val="00153D92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DD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2BE4"/>
    <w:rsid w:val="00294996"/>
    <w:rsid w:val="002970C3"/>
    <w:rsid w:val="002A4CD3"/>
    <w:rsid w:val="002A6CC4"/>
    <w:rsid w:val="002C4A6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96FDD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35D33"/>
    <w:rsid w:val="00440E30"/>
    <w:rsid w:val="00444423"/>
    <w:rsid w:val="0044688B"/>
    <w:rsid w:val="00452F3E"/>
    <w:rsid w:val="0046239A"/>
    <w:rsid w:val="004640AE"/>
    <w:rsid w:val="004679E3"/>
    <w:rsid w:val="00475172"/>
    <w:rsid w:val="004758B0"/>
    <w:rsid w:val="004832D2"/>
    <w:rsid w:val="00485559"/>
    <w:rsid w:val="0048603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E95"/>
    <w:rsid w:val="00504EDC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66B60"/>
    <w:rsid w:val="005708EB"/>
    <w:rsid w:val="00575BC6"/>
    <w:rsid w:val="00583902"/>
    <w:rsid w:val="00594EDD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1BC5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08BF"/>
    <w:rsid w:val="00851BE5"/>
    <w:rsid w:val="008545EB"/>
    <w:rsid w:val="00865011"/>
    <w:rsid w:val="008831C7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4E06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7A5"/>
    <w:rsid w:val="009F0DCC"/>
    <w:rsid w:val="009F11CA"/>
    <w:rsid w:val="00A0695B"/>
    <w:rsid w:val="00A13052"/>
    <w:rsid w:val="00A216A8"/>
    <w:rsid w:val="00A223A6"/>
    <w:rsid w:val="00A36156"/>
    <w:rsid w:val="00A3639E"/>
    <w:rsid w:val="00A37E7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20F"/>
    <w:rsid w:val="00AC5F6B"/>
    <w:rsid w:val="00AC6637"/>
    <w:rsid w:val="00AD3896"/>
    <w:rsid w:val="00AD5B47"/>
    <w:rsid w:val="00AE1ED9"/>
    <w:rsid w:val="00AE32CB"/>
    <w:rsid w:val="00AE60E7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D40A8"/>
    <w:rsid w:val="00BE5889"/>
    <w:rsid w:val="00BF1D4C"/>
    <w:rsid w:val="00BF3F0A"/>
    <w:rsid w:val="00C143C3"/>
    <w:rsid w:val="00C1705A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10071"/>
    <w:rsid w:val="00E238E6"/>
    <w:rsid w:val="00E34CD8"/>
    <w:rsid w:val="00E35064"/>
    <w:rsid w:val="00E3681D"/>
    <w:rsid w:val="00E40225"/>
    <w:rsid w:val="00E43468"/>
    <w:rsid w:val="00E501F0"/>
    <w:rsid w:val="00E6166D"/>
    <w:rsid w:val="00E721C0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695"/>
    <w:rsid w:val="00F1480E"/>
    <w:rsid w:val="00F1497D"/>
    <w:rsid w:val="00F16AAC"/>
    <w:rsid w:val="00F30C7D"/>
    <w:rsid w:val="00F33FF2"/>
    <w:rsid w:val="00F36199"/>
    <w:rsid w:val="00F438FC"/>
    <w:rsid w:val="00F461A5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c6095a326ae2c4e654b004345b60973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d242d6e4428b8f30318aca7c5d2a7282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Validation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3C3EFB-4D9F-4538-BB0C-10C74FB60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A75B78-571B-41C2-84C4-FA6C3A9087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b6c62f6-5287-445c-95c2-5bb291441dd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149</TotalTime>
  <Pages>3</Pages>
  <Words>901</Words>
  <Characters>5137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23</cp:revision>
  <cp:lastPrinted>2016-05-27T05:21:00Z</cp:lastPrinted>
  <dcterms:created xsi:type="dcterms:W3CDTF">2020-08-25T06:08:00Z</dcterms:created>
  <dcterms:modified xsi:type="dcterms:W3CDTF">2021-06-08T06:37:00Z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